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CA6DD5" w:rsidRDefault="00306059" w:rsidP="00CA6DD5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="005D2246" w:rsidRPr="005D2246">
        <w:rPr>
          <w:rFonts w:ascii="Verdana" w:hAnsi="Verdana"/>
          <w:color w:val="000000"/>
        </w:rPr>
        <w:t>Opatření pro postup v případě anonymního oznámení o NVS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A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A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  <w:r w:rsidR="00715AD2">
            <w:t xml:space="preserve">           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715AD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715AD2" w:rsidRPr="00715AD2" w:rsidRDefault="00715AD2" w:rsidP="00715AD2">
          <w:pPr>
            <w:pStyle w:val="Zpat"/>
          </w:pPr>
          <w:r w:rsidRPr="00715AD2">
            <w:t>Oblastní ředitelství Praha</w:t>
          </w:r>
        </w:p>
        <w:p w:rsidR="00715AD2" w:rsidRPr="00715AD2" w:rsidRDefault="00715AD2" w:rsidP="00715AD2">
          <w:pPr>
            <w:pStyle w:val="Zpat"/>
          </w:pPr>
          <w:r w:rsidRPr="00715AD2">
            <w:t>Partyzánská 24</w:t>
          </w:r>
        </w:p>
        <w:p w:rsidR="00F1715C" w:rsidRDefault="00715AD2" w:rsidP="00715AD2">
          <w:pPr>
            <w:pStyle w:val="Zpat"/>
          </w:pPr>
          <w:r w:rsidRPr="00715AD2"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2246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AD2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7BC34B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6114AE-A0DE-4DB6-830B-BEE753E0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Schmittová Pavlína</cp:lastModifiedBy>
  <cp:revision>14</cp:revision>
  <cp:lastPrinted>2020-02-21T12:44:00Z</cp:lastPrinted>
  <dcterms:created xsi:type="dcterms:W3CDTF">2020-02-27T08:48:00Z</dcterms:created>
  <dcterms:modified xsi:type="dcterms:W3CDTF">2022-04-07T11:39:00Z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